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264E2" w:rsidRPr="00371F98" w:rsidRDefault="00F44728" w:rsidP="005155D9">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plan indicating the envisaged resources to be mobilised.</w:t>
      </w:r>
      <w:bookmarkStart w:id="0" w:name="_GoBack"/>
      <w:bookmarkEnd w:id="0"/>
    </w:p>
    <w:sectPr w:rsidR="009264E2" w:rsidRPr="00371F98"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6B9" w:rsidRDefault="00BA06B9">
      <w:r>
        <w:separator/>
      </w:r>
    </w:p>
  </w:endnote>
  <w:endnote w:type="continuationSeparator" w:id="0">
    <w:p w:rsidR="00BA06B9" w:rsidRDefault="00BA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371F98">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371F98">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371F98">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371F98">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6B9" w:rsidRDefault="00BA06B9">
      <w:r>
        <w:separator/>
      </w:r>
    </w:p>
  </w:footnote>
  <w:footnote w:type="continuationSeparator" w:id="0">
    <w:p w:rsidR="00BA06B9" w:rsidRDefault="00BA06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71F98"/>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A06B9"/>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37B09D"/>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DD4D637BEC934B861519840A3C8789" ma:contentTypeVersion="10" ma:contentTypeDescription="Create a new document." ma:contentTypeScope="" ma:versionID="8ae29d64f5c51902c1af1f9c5315cade">
  <xsd:schema xmlns:xsd="http://www.w3.org/2001/XMLSchema" xmlns:xs="http://www.w3.org/2001/XMLSchema" xmlns:p="http://schemas.microsoft.com/office/2006/metadata/properties" xmlns:ns2="88372853-8769-4de5-bd0f-fa98a8b6574b" xmlns:ns3="3ce113b3-ea0d-44ad-9e72-67b6f10a5ba9" targetNamespace="http://schemas.microsoft.com/office/2006/metadata/properties" ma:root="true" ma:fieldsID="3054cc60f3c05d60ef15fcd926c9507c" ns2:_="" ns3:_="">
    <xsd:import namespace="88372853-8769-4de5-bd0f-fa98a8b6574b"/>
    <xsd:import namespace="3ce113b3-ea0d-44ad-9e72-67b6f10a5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72853-8769-4de5-bd0f-fa98a8b65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113b3-ea0d-44ad-9e72-67b6f10a5ba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908AB5-2BB5-4F92-AD12-CF44B76FBF00}"/>
</file>

<file path=customXml/itemProps2.xml><?xml version="1.0" encoding="utf-8"?>
<ds:datastoreItem xmlns:ds="http://schemas.openxmlformats.org/officeDocument/2006/customXml" ds:itemID="{7CFE5E9C-5C34-4CF3-B673-647E14CF569E}"/>
</file>

<file path=customXml/itemProps3.xml><?xml version="1.0" encoding="utf-8"?>
<ds:datastoreItem xmlns:ds="http://schemas.openxmlformats.org/officeDocument/2006/customXml" ds:itemID="{3DA76A7F-DFFB-450C-8514-9484E796E4E6}"/>
</file>

<file path=docProps/app.xml><?xml version="1.0" encoding="utf-8"?>
<Properties xmlns="http://schemas.openxmlformats.org/officeDocument/2006/extended-properties" xmlns:vt="http://schemas.openxmlformats.org/officeDocument/2006/docPropsVTypes">
  <Template>REP</Template>
  <TotalTime>1151</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Ivan</cp:lastModifiedBy>
  <cp:revision>24</cp:revision>
  <cp:lastPrinted>2012-09-26T12:20:00Z</cp:lastPrinted>
  <dcterms:created xsi:type="dcterms:W3CDTF">2018-12-18T11:17:00Z</dcterms:created>
  <dcterms:modified xsi:type="dcterms:W3CDTF">2020-08-15T20:54:00Z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y fmtid="{D5CDD505-2E9C-101B-9397-08002B2CF9AE}" pid="14" name="ContentTypeId">
    <vt:lpwstr>0x01010063DD4D637BEC934B861519840A3C8789</vt:lpwstr>
  </property>
</Properties>
</file>